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A75" w:rsidRDefault="002910D7" w:rsidP="00CF7EB8">
      <w:pPr>
        <w:pStyle w:val="1"/>
        <w:jc w:val="center"/>
      </w:pPr>
      <w:bookmarkStart w:id="0" w:name="_Toc235003251"/>
      <w:bookmarkStart w:id="1" w:name="_Toc256026980"/>
      <w:r>
        <w:rPr>
          <w:rFonts w:hint="eastAsia"/>
        </w:rPr>
        <w:t>厦门大学嘉庚学院教师公寓</w:t>
      </w:r>
      <w:r w:rsidR="00071A75" w:rsidRPr="00CF7EB8">
        <w:rPr>
          <w:rFonts w:hint="eastAsia"/>
        </w:rPr>
        <w:t>房屋装修申请表</w:t>
      </w:r>
      <w:bookmarkEnd w:id="0"/>
      <w:bookmarkEnd w:id="1"/>
    </w:p>
    <w:p w:rsidR="0021793A" w:rsidRPr="0021793A" w:rsidRDefault="0021793A" w:rsidP="0021793A">
      <w:pPr>
        <w:wordWrap w:val="0"/>
        <w:jc w:val="right"/>
      </w:pPr>
      <w:r>
        <w:rPr>
          <w:rFonts w:hint="eastAsia"/>
        </w:rPr>
        <w:t>房号：</w:t>
      </w:r>
      <w:r w:rsidR="008C0210">
        <w:rPr>
          <w:rFonts w:hint="eastAsia"/>
          <w:u w:val="single"/>
        </w:rPr>
        <w:t xml:space="preserve">            </w:t>
      </w:r>
    </w:p>
    <w:tbl>
      <w:tblPr>
        <w:tblW w:w="10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3"/>
        <w:gridCol w:w="25"/>
        <w:gridCol w:w="987"/>
        <w:gridCol w:w="2012"/>
        <w:gridCol w:w="685"/>
        <w:gridCol w:w="1233"/>
        <w:gridCol w:w="1393"/>
        <w:gridCol w:w="2680"/>
      </w:tblGrid>
      <w:tr w:rsidR="00071A75">
        <w:trPr>
          <w:trHeight w:val="380"/>
          <w:jc w:val="center"/>
        </w:trPr>
        <w:tc>
          <w:tcPr>
            <w:tcW w:w="1348" w:type="dxa"/>
            <w:gridSpan w:val="2"/>
            <w:vAlign w:val="center"/>
          </w:tcPr>
          <w:p w:rsidR="00071A75" w:rsidRDefault="00071A75" w:rsidP="00071A75">
            <w:pPr>
              <w:pStyle w:val="a3"/>
              <w:spacing w:before="0" w:after="0" w:line="240" w:lineRule="exact"/>
              <w:rPr>
                <w:rFonts w:ascii="宋体" w:eastAsia="宋体" w:hAnsi="宋体"/>
                <w:b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 w:val="0"/>
                <w:sz w:val="21"/>
                <w:szCs w:val="21"/>
              </w:rPr>
              <w:t>业主姓名</w:t>
            </w:r>
          </w:p>
        </w:tc>
        <w:tc>
          <w:tcPr>
            <w:tcW w:w="3684" w:type="dxa"/>
            <w:gridSpan w:val="3"/>
            <w:vAlign w:val="center"/>
          </w:tcPr>
          <w:p w:rsidR="00071A75" w:rsidRDefault="00071A75" w:rsidP="00071A75">
            <w:pPr>
              <w:pStyle w:val="a3"/>
              <w:spacing w:before="0" w:after="0" w:line="240" w:lineRule="exact"/>
              <w:ind w:firstLine="420"/>
              <w:rPr>
                <w:rFonts w:ascii="宋体" w:eastAsia="宋体" w:hAnsi="宋体"/>
                <w:b w:val="0"/>
                <w:sz w:val="21"/>
                <w:szCs w:val="21"/>
              </w:rPr>
            </w:pPr>
          </w:p>
        </w:tc>
        <w:tc>
          <w:tcPr>
            <w:tcW w:w="1233" w:type="dxa"/>
            <w:vAlign w:val="center"/>
          </w:tcPr>
          <w:p w:rsidR="00071A75" w:rsidRDefault="00071A75" w:rsidP="00DA0438">
            <w:pPr>
              <w:pStyle w:val="a3"/>
              <w:spacing w:before="0" w:after="0" w:line="240" w:lineRule="exact"/>
              <w:jc w:val="center"/>
              <w:rPr>
                <w:rFonts w:ascii="宋体" w:eastAsia="宋体" w:hAnsi="宋体"/>
                <w:b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 w:val="0"/>
                <w:sz w:val="21"/>
                <w:szCs w:val="21"/>
              </w:rPr>
              <w:t>联系电话</w:t>
            </w:r>
          </w:p>
        </w:tc>
        <w:tc>
          <w:tcPr>
            <w:tcW w:w="4073" w:type="dxa"/>
            <w:gridSpan w:val="2"/>
            <w:vAlign w:val="center"/>
          </w:tcPr>
          <w:p w:rsidR="00071A75" w:rsidRDefault="00071A75" w:rsidP="003E493D">
            <w:pPr>
              <w:pStyle w:val="a3"/>
              <w:spacing w:before="0" w:after="0" w:line="240" w:lineRule="exact"/>
              <w:rPr>
                <w:rFonts w:ascii="宋体" w:eastAsia="宋体" w:hAnsi="宋体"/>
                <w:b w:val="0"/>
                <w:sz w:val="21"/>
                <w:szCs w:val="21"/>
              </w:rPr>
            </w:pPr>
          </w:p>
        </w:tc>
      </w:tr>
      <w:tr w:rsidR="00DA0438" w:rsidTr="003E493D">
        <w:trPr>
          <w:cantSplit/>
          <w:trHeight w:val="380"/>
          <w:jc w:val="center"/>
        </w:trPr>
        <w:tc>
          <w:tcPr>
            <w:tcW w:w="1348" w:type="dxa"/>
            <w:gridSpan w:val="2"/>
            <w:vMerge w:val="restart"/>
            <w:vAlign w:val="center"/>
          </w:tcPr>
          <w:p w:rsidR="00DA0438" w:rsidRDefault="00DA0438" w:rsidP="00071A75">
            <w:pPr>
              <w:pStyle w:val="a3"/>
              <w:spacing w:before="0" w:after="0" w:line="240" w:lineRule="exact"/>
              <w:ind w:firstLine="10"/>
              <w:rPr>
                <w:rFonts w:ascii="宋体" w:eastAsia="宋体" w:hAnsi="宋体"/>
                <w:b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 w:val="0"/>
                <w:sz w:val="21"/>
                <w:szCs w:val="21"/>
              </w:rPr>
              <w:t>装修单位</w:t>
            </w:r>
          </w:p>
        </w:tc>
        <w:tc>
          <w:tcPr>
            <w:tcW w:w="987" w:type="dxa"/>
            <w:vAlign w:val="center"/>
          </w:tcPr>
          <w:p w:rsidR="00DA0438" w:rsidRDefault="00DA0438" w:rsidP="00071A75">
            <w:pPr>
              <w:pStyle w:val="a3"/>
              <w:spacing w:before="0" w:after="0" w:line="240" w:lineRule="exact"/>
              <w:rPr>
                <w:rFonts w:ascii="宋体" w:eastAsia="宋体" w:hAnsi="宋体"/>
                <w:b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 w:val="0"/>
                <w:sz w:val="21"/>
                <w:szCs w:val="21"/>
              </w:rPr>
              <w:t>全称</w:t>
            </w:r>
          </w:p>
        </w:tc>
        <w:tc>
          <w:tcPr>
            <w:tcW w:w="2697" w:type="dxa"/>
            <w:gridSpan w:val="2"/>
            <w:vAlign w:val="center"/>
          </w:tcPr>
          <w:p w:rsidR="00DA0438" w:rsidRDefault="00DA0438" w:rsidP="00CF7EB8">
            <w:pPr>
              <w:pStyle w:val="a3"/>
              <w:spacing w:before="0" w:after="0" w:line="240" w:lineRule="exact"/>
              <w:rPr>
                <w:rFonts w:ascii="宋体" w:eastAsia="宋体" w:hAnsi="宋体"/>
                <w:b w:val="0"/>
                <w:sz w:val="21"/>
                <w:szCs w:val="21"/>
              </w:rPr>
            </w:pPr>
          </w:p>
        </w:tc>
        <w:tc>
          <w:tcPr>
            <w:tcW w:w="1233" w:type="dxa"/>
            <w:vAlign w:val="center"/>
          </w:tcPr>
          <w:p w:rsidR="00DA0438" w:rsidRDefault="00DA0438" w:rsidP="00DA0438">
            <w:pPr>
              <w:pStyle w:val="a3"/>
              <w:spacing w:before="0" w:after="0" w:line="240" w:lineRule="exact"/>
              <w:jc w:val="center"/>
              <w:rPr>
                <w:rFonts w:ascii="宋体" w:eastAsia="宋体" w:hAnsi="宋体"/>
                <w:b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 w:val="0"/>
                <w:sz w:val="21"/>
                <w:szCs w:val="21"/>
              </w:rPr>
              <w:t>执照号码</w:t>
            </w:r>
          </w:p>
        </w:tc>
        <w:tc>
          <w:tcPr>
            <w:tcW w:w="4073" w:type="dxa"/>
            <w:gridSpan w:val="2"/>
            <w:vAlign w:val="center"/>
          </w:tcPr>
          <w:p w:rsidR="00DA0438" w:rsidRDefault="00DA0438" w:rsidP="00DA0438">
            <w:pPr>
              <w:pStyle w:val="a3"/>
              <w:spacing w:before="0" w:after="0" w:line="240" w:lineRule="exact"/>
              <w:rPr>
                <w:rFonts w:ascii="宋体" w:eastAsia="宋体" w:hAnsi="宋体"/>
                <w:b w:val="0"/>
                <w:sz w:val="21"/>
                <w:szCs w:val="21"/>
              </w:rPr>
            </w:pPr>
          </w:p>
        </w:tc>
      </w:tr>
      <w:tr w:rsidR="00DA0438" w:rsidTr="003E493D">
        <w:trPr>
          <w:cantSplit/>
          <w:trHeight w:val="381"/>
          <w:jc w:val="center"/>
        </w:trPr>
        <w:tc>
          <w:tcPr>
            <w:tcW w:w="1348" w:type="dxa"/>
            <w:gridSpan w:val="2"/>
            <w:vMerge/>
            <w:vAlign w:val="center"/>
          </w:tcPr>
          <w:p w:rsidR="00DA0438" w:rsidRDefault="00DA0438" w:rsidP="00071A75">
            <w:pPr>
              <w:pStyle w:val="a3"/>
              <w:spacing w:before="0" w:after="0" w:line="240" w:lineRule="exact"/>
              <w:ind w:firstLine="420"/>
              <w:rPr>
                <w:rFonts w:ascii="宋体" w:eastAsia="宋体" w:hAnsi="宋体"/>
                <w:b w:val="0"/>
                <w:sz w:val="21"/>
                <w:szCs w:val="21"/>
              </w:rPr>
            </w:pPr>
          </w:p>
        </w:tc>
        <w:tc>
          <w:tcPr>
            <w:tcW w:w="987" w:type="dxa"/>
            <w:vAlign w:val="center"/>
          </w:tcPr>
          <w:p w:rsidR="00DA0438" w:rsidRDefault="00DA0438" w:rsidP="00071A75">
            <w:pPr>
              <w:pStyle w:val="a3"/>
              <w:spacing w:before="0" w:after="0" w:line="240" w:lineRule="exact"/>
              <w:rPr>
                <w:rFonts w:ascii="宋体" w:eastAsia="宋体" w:hAnsi="宋体"/>
                <w:b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 w:val="0"/>
                <w:sz w:val="21"/>
                <w:szCs w:val="21"/>
              </w:rPr>
              <w:t>负责人</w:t>
            </w:r>
          </w:p>
        </w:tc>
        <w:tc>
          <w:tcPr>
            <w:tcW w:w="2697" w:type="dxa"/>
            <w:gridSpan w:val="2"/>
            <w:vAlign w:val="center"/>
          </w:tcPr>
          <w:p w:rsidR="00DA0438" w:rsidRDefault="00DA0438" w:rsidP="00071A75">
            <w:pPr>
              <w:pStyle w:val="a3"/>
              <w:spacing w:before="0" w:after="0" w:line="240" w:lineRule="exact"/>
              <w:rPr>
                <w:rFonts w:ascii="宋体" w:eastAsia="宋体" w:hAnsi="宋体"/>
                <w:b w:val="0"/>
                <w:sz w:val="21"/>
                <w:szCs w:val="21"/>
              </w:rPr>
            </w:pPr>
          </w:p>
        </w:tc>
        <w:tc>
          <w:tcPr>
            <w:tcW w:w="1233" w:type="dxa"/>
            <w:vAlign w:val="center"/>
          </w:tcPr>
          <w:p w:rsidR="00DA0438" w:rsidRDefault="00DA0438" w:rsidP="00DA0438">
            <w:pPr>
              <w:pStyle w:val="a3"/>
              <w:spacing w:before="0" w:after="0" w:line="240" w:lineRule="exact"/>
              <w:jc w:val="center"/>
              <w:rPr>
                <w:rFonts w:ascii="宋体" w:eastAsia="宋体" w:hAnsi="宋体"/>
                <w:b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 w:val="0"/>
                <w:sz w:val="21"/>
                <w:szCs w:val="21"/>
              </w:rPr>
              <w:t>联系电话</w:t>
            </w:r>
          </w:p>
        </w:tc>
        <w:tc>
          <w:tcPr>
            <w:tcW w:w="4073" w:type="dxa"/>
            <w:gridSpan w:val="2"/>
            <w:vAlign w:val="center"/>
          </w:tcPr>
          <w:p w:rsidR="00DA0438" w:rsidRDefault="00DA0438" w:rsidP="003E493D">
            <w:pPr>
              <w:pStyle w:val="a3"/>
              <w:spacing w:before="0" w:after="0" w:line="240" w:lineRule="exact"/>
              <w:rPr>
                <w:rFonts w:ascii="宋体" w:eastAsia="宋体" w:hAnsi="宋体"/>
                <w:b w:val="0"/>
                <w:sz w:val="21"/>
                <w:szCs w:val="21"/>
              </w:rPr>
            </w:pPr>
          </w:p>
        </w:tc>
      </w:tr>
      <w:tr w:rsidR="00071A75">
        <w:trPr>
          <w:trHeight w:val="380"/>
          <w:jc w:val="center"/>
        </w:trPr>
        <w:tc>
          <w:tcPr>
            <w:tcW w:w="1348" w:type="dxa"/>
            <w:gridSpan w:val="2"/>
            <w:vAlign w:val="center"/>
          </w:tcPr>
          <w:p w:rsidR="00071A75" w:rsidRDefault="00071A75" w:rsidP="00071A75">
            <w:pPr>
              <w:pStyle w:val="a3"/>
              <w:spacing w:before="0" w:after="0" w:line="240" w:lineRule="exact"/>
              <w:ind w:firstLine="10"/>
              <w:rPr>
                <w:rFonts w:ascii="宋体" w:eastAsia="宋体" w:hAnsi="宋体"/>
                <w:b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 w:val="0"/>
                <w:sz w:val="21"/>
                <w:szCs w:val="21"/>
              </w:rPr>
              <w:t>申请日期</w:t>
            </w:r>
          </w:p>
        </w:tc>
        <w:tc>
          <w:tcPr>
            <w:tcW w:w="3684" w:type="dxa"/>
            <w:gridSpan w:val="3"/>
            <w:vAlign w:val="center"/>
          </w:tcPr>
          <w:p w:rsidR="00071A75" w:rsidRDefault="00071A75" w:rsidP="00C556D9">
            <w:pPr>
              <w:pStyle w:val="a3"/>
              <w:spacing w:before="0" w:after="0" w:line="240" w:lineRule="exact"/>
              <w:rPr>
                <w:rFonts w:ascii="宋体" w:eastAsia="宋体" w:hAnsi="宋体"/>
                <w:b w:val="0"/>
                <w:sz w:val="21"/>
                <w:szCs w:val="21"/>
              </w:rPr>
            </w:pPr>
          </w:p>
        </w:tc>
        <w:tc>
          <w:tcPr>
            <w:tcW w:w="1233" w:type="dxa"/>
            <w:vAlign w:val="center"/>
          </w:tcPr>
          <w:p w:rsidR="00071A75" w:rsidRDefault="00071A75" w:rsidP="00DA0438">
            <w:pPr>
              <w:pStyle w:val="a3"/>
              <w:spacing w:before="0" w:after="0" w:line="240" w:lineRule="exact"/>
              <w:jc w:val="center"/>
              <w:rPr>
                <w:rFonts w:ascii="宋体" w:eastAsia="宋体" w:hAnsi="宋体"/>
                <w:b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 w:val="0"/>
                <w:sz w:val="21"/>
                <w:szCs w:val="21"/>
              </w:rPr>
              <w:t>装修人数</w:t>
            </w:r>
          </w:p>
        </w:tc>
        <w:tc>
          <w:tcPr>
            <w:tcW w:w="4073" w:type="dxa"/>
            <w:gridSpan w:val="2"/>
            <w:vAlign w:val="center"/>
          </w:tcPr>
          <w:p w:rsidR="00071A75" w:rsidRDefault="00071A75" w:rsidP="003E493D">
            <w:pPr>
              <w:pStyle w:val="a3"/>
              <w:spacing w:before="0" w:after="0" w:line="240" w:lineRule="exact"/>
              <w:rPr>
                <w:rFonts w:ascii="宋体" w:eastAsia="宋体" w:hAnsi="宋体"/>
                <w:b w:val="0"/>
                <w:sz w:val="21"/>
                <w:szCs w:val="21"/>
              </w:rPr>
            </w:pPr>
          </w:p>
        </w:tc>
      </w:tr>
      <w:tr w:rsidR="00071A75">
        <w:trPr>
          <w:trHeight w:val="381"/>
          <w:jc w:val="center"/>
        </w:trPr>
        <w:tc>
          <w:tcPr>
            <w:tcW w:w="10338" w:type="dxa"/>
            <w:gridSpan w:val="8"/>
            <w:vAlign w:val="center"/>
          </w:tcPr>
          <w:p w:rsidR="00071A75" w:rsidRDefault="00071A75" w:rsidP="00071A75">
            <w:pPr>
              <w:pStyle w:val="a3"/>
              <w:spacing w:before="0" w:after="0" w:line="240" w:lineRule="exact"/>
              <w:ind w:firstLine="420"/>
              <w:jc w:val="center"/>
              <w:rPr>
                <w:rFonts w:ascii="宋体" w:eastAsia="宋体" w:hAnsi="宋体"/>
                <w:b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 w:val="0"/>
                <w:sz w:val="21"/>
                <w:szCs w:val="21"/>
              </w:rPr>
              <w:t>申请装修范围和内容（附图说明）</w:t>
            </w:r>
          </w:p>
        </w:tc>
      </w:tr>
      <w:tr w:rsidR="00071A75">
        <w:trPr>
          <w:trHeight w:val="390"/>
          <w:jc w:val="center"/>
        </w:trPr>
        <w:tc>
          <w:tcPr>
            <w:tcW w:w="10338" w:type="dxa"/>
            <w:gridSpan w:val="8"/>
            <w:vAlign w:val="center"/>
          </w:tcPr>
          <w:p w:rsidR="00071A75" w:rsidRDefault="00071A75" w:rsidP="00071A75">
            <w:pPr>
              <w:jc w:val="center"/>
              <w:rPr>
                <w:rFonts w:ascii="宋体" w:hAnsi="宋体"/>
                <w:spacing w:val="20"/>
              </w:rPr>
            </w:pPr>
            <w:r>
              <w:rPr>
                <w:rFonts w:ascii="宋体" w:hAnsi="宋体" w:hint="eastAsia"/>
                <w:spacing w:val="20"/>
              </w:rPr>
              <w:t>室内装修内容</w:t>
            </w:r>
          </w:p>
        </w:tc>
      </w:tr>
      <w:tr w:rsidR="00071A75" w:rsidTr="0021793A">
        <w:trPr>
          <w:trHeight w:val="4699"/>
          <w:jc w:val="center"/>
        </w:trPr>
        <w:tc>
          <w:tcPr>
            <w:tcW w:w="10338" w:type="dxa"/>
            <w:gridSpan w:val="8"/>
            <w:vAlign w:val="center"/>
          </w:tcPr>
          <w:p w:rsidR="00C556D9" w:rsidRDefault="00C556D9" w:rsidP="008C0210">
            <w:pPr>
              <w:pStyle w:val="a3"/>
              <w:spacing w:beforeLines="50" w:afterLines="50" w:line="400" w:lineRule="exact"/>
              <w:ind w:firstLine="420"/>
              <w:jc w:val="left"/>
              <w:rPr>
                <w:rFonts w:ascii="宋体" w:hAnsi="宋体"/>
              </w:rPr>
            </w:pPr>
          </w:p>
          <w:p w:rsidR="00C556D9" w:rsidRDefault="00C556D9" w:rsidP="008C0210">
            <w:pPr>
              <w:pStyle w:val="a3"/>
              <w:spacing w:beforeLines="50" w:afterLines="50" w:line="400" w:lineRule="exact"/>
              <w:ind w:firstLine="420"/>
              <w:jc w:val="left"/>
              <w:rPr>
                <w:rFonts w:ascii="宋体" w:hAnsi="宋体"/>
              </w:rPr>
            </w:pPr>
          </w:p>
          <w:p w:rsidR="00C556D9" w:rsidRDefault="00C556D9" w:rsidP="008C0210">
            <w:pPr>
              <w:pStyle w:val="a3"/>
              <w:spacing w:beforeLines="50" w:afterLines="50" w:line="400" w:lineRule="exact"/>
              <w:ind w:firstLine="420"/>
              <w:jc w:val="left"/>
              <w:rPr>
                <w:rFonts w:ascii="宋体" w:hAnsi="宋体"/>
              </w:rPr>
            </w:pPr>
          </w:p>
          <w:p w:rsidR="00C556D9" w:rsidRDefault="00C556D9" w:rsidP="008C0210">
            <w:pPr>
              <w:pStyle w:val="a3"/>
              <w:spacing w:beforeLines="50" w:afterLines="50" w:line="400" w:lineRule="exact"/>
              <w:ind w:firstLine="420"/>
              <w:jc w:val="left"/>
              <w:rPr>
                <w:rFonts w:ascii="宋体" w:hAnsi="宋体"/>
              </w:rPr>
            </w:pPr>
          </w:p>
          <w:p w:rsidR="00C556D9" w:rsidRDefault="00C556D9" w:rsidP="008C0210">
            <w:pPr>
              <w:pStyle w:val="a3"/>
              <w:spacing w:beforeLines="50" w:afterLines="50" w:line="400" w:lineRule="exact"/>
              <w:ind w:firstLine="420"/>
              <w:jc w:val="left"/>
              <w:rPr>
                <w:rFonts w:ascii="宋体" w:hAnsi="宋体"/>
              </w:rPr>
            </w:pPr>
          </w:p>
          <w:p w:rsidR="00C556D9" w:rsidRDefault="00C556D9" w:rsidP="008C0210">
            <w:pPr>
              <w:pStyle w:val="a3"/>
              <w:spacing w:beforeLines="50" w:afterLines="50" w:line="400" w:lineRule="exact"/>
              <w:ind w:firstLine="420"/>
              <w:jc w:val="left"/>
              <w:rPr>
                <w:rFonts w:ascii="宋体" w:hAnsi="宋体"/>
              </w:rPr>
            </w:pPr>
          </w:p>
          <w:p w:rsidR="00C556D9" w:rsidRDefault="00C556D9" w:rsidP="008C0210">
            <w:pPr>
              <w:pStyle w:val="a3"/>
              <w:spacing w:beforeLines="50" w:afterLines="50" w:line="400" w:lineRule="exact"/>
              <w:ind w:firstLine="420"/>
              <w:jc w:val="left"/>
              <w:rPr>
                <w:rFonts w:ascii="宋体" w:hAnsi="宋体"/>
              </w:rPr>
            </w:pPr>
          </w:p>
          <w:p w:rsidR="00071A75" w:rsidRDefault="00071A75" w:rsidP="008C0210">
            <w:pPr>
              <w:pStyle w:val="a3"/>
              <w:spacing w:beforeLines="50" w:afterLines="50" w:line="400" w:lineRule="exact"/>
              <w:ind w:firstLine="420"/>
              <w:jc w:val="left"/>
              <w:rPr>
                <w:rFonts w:ascii="宋体" w:hAnsi="宋体"/>
              </w:rPr>
            </w:pPr>
          </w:p>
          <w:p w:rsidR="00071A75" w:rsidRDefault="00071A75" w:rsidP="00071A75">
            <w:pPr>
              <w:pStyle w:val="a3"/>
              <w:spacing w:before="0" w:after="0" w:line="240" w:lineRule="exact"/>
              <w:ind w:firstLine="42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  <w:p w:rsidR="008C0210" w:rsidRDefault="008C0210" w:rsidP="00071A75">
            <w:pPr>
              <w:pStyle w:val="a3"/>
              <w:spacing w:before="0" w:after="0" w:line="240" w:lineRule="exact"/>
              <w:ind w:firstLine="420"/>
              <w:jc w:val="center"/>
              <w:rPr>
                <w:rFonts w:ascii="宋体" w:eastAsia="宋体" w:hAnsi="宋体"/>
                <w:b w:val="0"/>
                <w:sz w:val="21"/>
                <w:szCs w:val="21"/>
              </w:rPr>
            </w:pPr>
          </w:p>
        </w:tc>
      </w:tr>
      <w:tr w:rsidR="00071A75">
        <w:trPr>
          <w:trHeight w:val="381"/>
          <w:jc w:val="center"/>
        </w:trPr>
        <w:tc>
          <w:tcPr>
            <w:tcW w:w="10338" w:type="dxa"/>
            <w:gridSpan w:val="8"/>
            <w:vAlign w:val="center"/>
          </w:tcPr>
          <w:p w:rsidR="00071A75" w:rsidRDefault="00071A75" w:rsidP="00071A75">
            <w:pPr>
              <w:pStyle w:val="a3"/>
              <w:spacing w:before="0" w:after="0" w:line="240" w:lineRule="exact"/>
              <w:ind w:firstLine="420"/>
              <w:jc w:val="center"/>
              <w:rPr>
                <w:rFonts w:ascii="宋体" w:eastAsia="宋体" w:hAnsi="宋体"/>
                <w:b w:val="0"/>
                <w:sz w:val="21"/>
                <w:szCs w:val="21"/>
              </w:rPr>
            </w:pPr>
            <w:r>
              <w:rPr>
                <w:rFonts w:ascii="宋体" w:hAnsi="宋体" w:hint="eastAsia"/>
                <w:b w:val="0"/>
                <w:szCs w:val="21"/>
              </w:rPr>
              <w:t>装修约定</w:t>
            </w:r>
          </w:p>
        </w:tc>
      </w:tr>
      <w:tr w:rsidR="00071A75" w:rsidTr="008C0210">
        <w:trPr>
          <w:trHeight w:val="735"/>
          <w:jc w:val="center"/>
        </w:trPr>
        <w:tc>
          <w:tcPr>
            <w:tcW w:w="10338" w:type="dxa"/>
            <w:gridSpan w:val="8"/>
            <w:vAlign w:val="center"/>
          </w:tcPr>
          <w:p w:rsidR="00071A75" w:rsidRDefault="00071A75" w:rsidP="008C0210">
            <w:pPr>
              <w:spacing w:line="26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在本次装修施工中，</w:t>
            </w:r>
            <w:r w:rsidR="00CF7EB8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资产与后勤管理部、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业主</w:t>
            </w:r>
            <w:r w:rsidR="00CF7EB8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施工单位三方达成</w:t>
            </w:r>
            <w:r w:rsidR="00CF7EB8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的协议见《厦门大学嘉庚学院</w:t>
            </w:r>
            <w:r w:rsidR="006F0F93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教师公寓</w:t>
            </w:r>
            <w:r w:rsidR="00CF7EB8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装修管理协议书》。</w:t>
            </w:r>
          </w:p>
        </w:tc>
      </w:tr>
      <w:tr w:rsidR="00071A75">
        <w:trPr>
          <w:trHeight w:val="270"/>
          <w:jc w:val="center"/>
        </w:trPr>
        <w:tc>
          <w:tcPr>
            <w:tcW w:w="1323" w:type="dxa"/>
            <w:vAlign w:val="center"/>
          </w:tcPr>
          <w:p w:rsidR="00071A75" w:rsidRPr="00610185" w:rsidRDefault="00071A75" w:rsidP="00071A75">
            <w:pPr>
              <w:rPr>
                <w:rFonts w:ascii="宋体" w:hAnsi="宋体"/>
                <w:spacing w:val="20"/>
              </w:rPr>
            </w:pPr>
            <w:r>
              <w:rPr>
                <w:rFonts w:ascii="宋体" w:hAnsi="宋体" w:hint="eastAsia"/>
                <w:spacing w:val="20"/>
              </w:rPr>
              <w:t>装修承诺</w:t>
            </w:r>
          </w:p>
        </w:tc>
        <w:tc>
          <w:tcPr>
            <w:tcW w:w="9015" w:type="dxa"/>
            <w:gridSpan w:val="7"/>
          </w:tcPr>
          <w:p w:rsidR="00071A75" w:rsidRDefault="00071A75" w:rsidP="00071A75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本业主和</w:t>
            </w:r>
            <w:r w:rsidR="00CF7EB8">
              <w:rPr>
                <w:rFonts w:ascii="宋体" w:hAnsi="宋体" w:hint="eastAsia"/>
              </w:rPr>
              <w:t>装修单位</w:t>
            </w:r>
            <w:r>
              <w:rPr>
                <w:rFonts w:ascii="宋体" w:hAnsi="宋体" w:hint="eastAsia"/>
              </w:rPr>
              <w:t>保证装修内容不超过审批的范围，并按期完成，严格遵守《</w:t>
            </w:r>
            <w:r w:rsidR="00CF7EB8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厦门大学嘉庚学院</w:t>
            </w:r>
            <w:r w:rsidR="006F0F93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教师公寓</w:t>
            </w:r>
            <w:r w:rsidR="00CF7EB8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装修管理协议书</w:t>
            </w:r>
            <w:r w:rsidR="00CF7EB8">
              <w:rPr>
                <w:rFonts w:ascii="宋体" w:hAnsi="宋体" w:hint="eastAsia"/>
              </w:rPr>
              <w:t>》，若有违约，愿按装修管理协议</w:t>
            </w:r>
            <w:r>
              <w:rPr>
                <w:rFonts w:ascii="宋体" w:hAnsi="宋体" w:hint="eastAsia"/>
              </w:rPr>
              <w:t>处罚。</w:t>
            </w:r>
          </w:p>
          <w:p w:rsidR="008C0210" w:rsidRDefault="008C0210" w:rsidP="00071A75">
            <w:pPr>
              <w:ind w:firstLineChars="200" w:firstLine="420"/>
              <w:rPr>
                <w:rFonts w:ascii="宋体" w:hAnsi="宋体"/>
              </w:rPr>
            </w:pPr>
          </w:p>
          <w:p w:rsidR="00071A75" w:rsidRDefault="00071A75" w:rsidP="00071A7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业主签名：            </w:t>
            </w:r>
            <w:r w:rsidR="00DA0438">
              <w:rPr>
                <w:rFonts w:ascii="宋体" w:hAnsi="宋体" w:hint="eastAsia"/>
              </w:rPr>
              <w:t xml:space="preserve">       </w:t>
            </w:r>
            <w:r w:rsidR="00CF7EB8"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施工队负责人签名：</w:t>
            </w:r>
          </w:p>
          <w:p w:rsidR="00AA1F52" w:rsidRDefault="00AA1F52" w:rsidP="00071A75">
            <w:pPr>
              <w:rPr>
                <w:rFonts w:ascii="宋体" w:hAnsi="宋体"/>
              </w:rPr>
            </w:pPr>
          </w:p>
        </w:tc>
      </w:tr>
      <w:tr w:rsidR="00071A75">
        <w:trPr>
          <w:trHeight w:val="270"/>
          <w:jc w:val="center"/>
        </w:trPr>
        <w:tc>
          <w:tcPr>
            <w:tcW w:w="1323" w:type="dxa"/>
            <w:vAlign w:val="center"/>
          </w:tcPr>
          <w:p w:rsidR="00071A75" w:rsidRDefault="00071A75" w:rsidP="00071A7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装修期限</w:t>
            </w:r>
          </w:p>
        </w:tc>
        <w:tc>
          <w:tcPr>
            <w:tcW w:w="9015" w:type="dxa"/>
            <w:gridSpan w:val="7"/>
            <w:vAlign w:val="center"/>
          </w:tcPr>
          <w:p w:rsidR="00071A75" w:rsidRDefault="00DF0C5B" w:rsidP="00DF0C5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2014</w:t>
            </w:r>
            <w:r w:rsidR="00071A75">
              <w:rPr>
                <w:rFonts w:ascii="宋体" w:hAnsi="宋体" w:hint="eastAsia"/>
              </w:rPr>
              <w:t xml:space="preserve">年 </w:t>
            </w:r>
            <w:r w:rsidR="0050564F">
              <w:rPr>
                <w:rFonts w:ascii="宋体" w:hAnsi="宋体" w:hint="eastAsia"/>
              </w:rPr>
              <w:t xml:space="preserve"> </w:t>
            </w:r>
            <w:r w:rsidR="00071A75">
              <w:rPr>
                <w:rFonts w:ascii="宋体" w:hAnsi="宋体" w:hint="eastAsia"/>
              </w:rPr>
              <w:t>月</w:t>
            </w:r>
            <w:r w:rsidR="0050564F">
              <w:rPr>
                <w:rFonts w:ascii="宋体" w:hAnsi="宋体" w:hint="eastAsia"/>
              </w:rPr>
              <w:t xml:space="preserve"> </w:t>
            </w:r>
            <w:r w:rsidR="00071A75">
              <w:rPr>
                <w:rFonts w:ascii="宋体" w:hAnsi="宋体" w:hint="eastAsia"/>
              </w:rPr>
              <w:t xml:space="preserve"> 日  至    </w:t>
            </w:r>
            <w:r w:rsidR="00C556D9">
              <w:rPr>
                <w:rFonts w:ascii="宋体" w:hAnsi="宋体" w:hint="eastAsia"/>
              </w:rPr>
              <w:t>201</w:t>
            </w:r>
            <w:r>
              <w:rPr>
                <w:rFonts w:ascii="宋体" w:hAnsi="宋体" w:hint="eastAsia"/>
              </w:rPr>
              <w:t>4</w:t>
            </w:r>
            <w:r w:rsidR="00071A75">
              <w:rPr>
                <w:rFonts w:ascii="宋体" w:hAnsi="宋体" w:hint="eastAsia"/>
              </w:rPr>
              <w:t>年</w:t>
            </w:r>
            <w:r w:rsidR="0050564F">
              <w:rPr>
                <w:rFonts w:ascii="宋体" w:hAnsi="宋体" w:hint="eastAsia"/>
              </w:rPr>
              <w:t xml:space="preserve"> </w:t>
            </w:r>
            <w:r w:rsidR="00C556D9">
              <w:rPr>
                <w:rFonts w:ascii="宋体" w:hAnsi="宋体" w:hint="eastAsia"/>
              </w:rPr>
              <w:t xml:space="preserve"> </w:t>
            </w:r>
            <w:r w:rsidR="00071A75">
              <w:rPr>
                <w:rFonts w:ascii="宋体" w:hAnsi="宋体" w:hint="eastAsia"/>
              </w:rPr>
              <w:t>月</w:t>
            </w:r>
            <w:r w:rsidR="0050564F">
              <w:rPr>
                <w:rFonts w:ascii="宋体" w:hAnsi="宋体" w:hint="eastAsia"/>
              </w:rPr>
              <w:t xml:space="preserve">  </w:t>
            </w:r>
            <w:r w:rsidR="00071A75">
              <w:rPr>
                <w:rFonts w:ascii="宋体" w:hAnsi="宋体" w:hint="eastAsia"/>
              </w:rPr>
              <w:t>日</w:t>
            </w:r>
          </w:p>
        </w:tc>
      </w:tr>
      <w:tr w:rsidR="00071A75">
        <w:trPr>
          <w:trHeight w:val="270"/>
          <w:jc w:val="center"/>
        </w:trPr>
        <w:tc>
          <w:tcPr>
            <w:tcW w:w="1323" w:type="dxa"/>
            <w:vAlign w:val="center"/>
          </w:tcPr>
          <w:p w:rsidR="00071A75" w:rsidRDefault="00071A75" w:rsidP="00071A7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预算造价</w:t>
            </w:r>
          </w:p>
        </w:tc>
        <w:tc>
          <w:tcPr>
            <w:tcW w:w="3024" w:type="dxa"/>
            <w:gridSpan w:val="3"/>
            <w:vAlign w:val="center"/>
          </w:tcPr>
          <w:p w:rsidR="00071A75" w:rsidRDefault="00071A75" w:rsidP="00071A7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11" w:type="dxa"/>
            <w:gridSpan w:val="3"/>
            <w:vAlign w:val="center"/>
          </w:tcPr>
          <w:p w:rsidR="00071A75" w:rsidRDefault="00071A75" w:rsidP="00071A7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装修押金</w:t>
            </w:r>
          </w:p>
        </w:tc>
        <w:tc>
          <w:tcPr>
            <w:tcW w:w="2680" w:type="dxa"/>
            <w:vAlign w:val="center"/>
          </w:tcPr>
          <w:p w:rsidR="00071A75" w:rsidRDefault="00071A75" w:rsidP="00071A75">
            <w:pPr>
              <w:jc w:val="center"/>
              <w:rPr>
                <w:rFonts w:ascii="宋体" w:hAnsi="宋体"/>
              </w:rPr>
            </w:pPr>
          </w:p>
        </w:tc>
      </w:tr>
      <w:tr w:rsidR="00071A75" w:rsidTr="008C0210">
        <w:trPr>
          <w:trHeight w:val="752"/>
          <w:jc w:val="center"/>
        </w:trPr>
        <w:tc>
          <w:tcPr>
            <w:tcW w:w="5032" w:type="dxa"/>
            <w:gridSpan w:val="5"/>
          </w:tcPr>
          <w:p w:rsidR="00071A75" w:rsidRDefault="00071A75" w:rsidP="008C0210">
            <w:pPr>
              <w:pStyle w:val="a3"/>
              <w:spacing w:line="200" w:lineRule="exact"/>
              <w:rPr>
                <w:rFonts w:ascii="宋体" w:eastAsia="宋体" w:hAnsi="宋体"/>
                <w:b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 w:val="0"/>
                <w:sz w:val="21"/>
                <w:szCs w:val="21"/>
              </w:rPr>
              <w:t>装修单位鉴定:</w:t>
            </w:r>
          </w:p>
          <w:p w:rsidR="00071A75" w:rsidRDefault="00071A75" w:rsidP="008C0210">
            <w:pPr>
              <w:pStyle w:val="a3"/>
              <w:spacing w:line="200" w:lineRule="exact"/>
              <w:ind w:firstLine="420"/>
              <w:rPr>
                <w:rFonts w:ascii="宋体" w:eastAsia="宋体" w:hAnsi="宋体"/>
                <w:b w:val="0"/>
                <w:sz w:val="21"/>
                <w:szCs w:val="21"/>
              </w:rPr>
            </w:pPr>
          </w:p>
        </w:tc>
        <w:tc>
          <w:tcPr>
            <w:tcW w:w="5306" w:type="dxa"/>
            <w:gridSpan w:val="3"/>
          </w:tcPr>
          <w:p w:rsidR="00071A75" w:rsidRDefault="00071A75" w:rsidP="008C0210">
            <w:pPr>
              <w:pStyle w:val="a3"/>
              <w:spacing w:line="200" w:lineRule="exact"/>
              <w:rPr>
                <w:rFonts w:ascii="宋体" w:eastAsia="宋体" w:hAnsi="宋体"/>
                <w:b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 w:val="0"/>
                <w:sz w:val="21"/>
                <w:szCs w:val="21"/>
              </w:rPr>
              <w:t>空调安装审批:</w:t>
            </w:r>
          </w:p>
        </w:tc>
      </w:tr>
      <w:tr w:rsidR="00071A75" w:rsidTr="008C0210">
        <w:trPr>
          <w:trHeight w:val="581"/>
          <w:jc w:val="center"/>
        </w:trPr>
        <w:tc>
          <w:tcPr>
            <w:tcW w:w="10338" w:type="dxa"/>
            <w:gridSpan w:val="8"/>
            <w:vAlign w:val="center"/>
          </w:tcPr>
          <w:p w:rsidR="00071A75" w:rsidRDefault="00071A75" w:rsidP="008C021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备注：</w:t>
            </w:r>
            <w:r>
              <w:rPr>
                <w:rFonts w:hint="eastAsia"/>
                <w:szCs w:val="21"/>
              </w:rPr>
              <w:t>1</w:t>
            </w:r>
            <w:r w:rsidR="00CF7EB8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申请时如资料未备齐，限期</w:t>
            </w:r>
            <w:r>
              <w:rPr>
                <w:rFonts w:hint="eastAsia"/>
                <w:szCs w:val="21"/>
              </w:rPr>
              <w:t>15</w:t>
            </w:r>
            <w:r>
              <w:rPr>
                <w:rFonts w:hint="eastAsia"/>
                <w:szCs w:val="21"/>
              </w:rPr>
              <w:t>日内备齐，否则该表自动失效。</w:t>
            </w:r>
          </w:p>
          <w:p w:rsidR="00071A75" w:rsidRDefault="00CF7EB8" w:rsidP="008C0210">
            <w:pPr>
              <w:spacing w:line="240" w:lineRule="exact"/>
              <w:ind w:leftChars="316" w:left="979" w:hangingChars="150" w:hanging="315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 w:rsidR="00071A75">
              <w:rPr>
                <w:rFonts w:hint="eastAsia"/>
                <w:szCs w:val="21"/>
              </w:rPr>
              <w:t>本表一份，业主、施工队签字后由</w:t>
            </w:r>
            <w:r w:rsidR="008C0210">
              <w:rPr>
                <w:rFonts w:hint="eastAsia"/>
                <w:szCs w:val="21"/>
              </w:rPr>
              <w:t>资产与后勤管理部</w:t>
            </w:r>
            <w:r w:rsidR="00071A75">
              <w:rPr>
                <w:rFonts w:hint="eastAsia"/>
                <w:szCs w:val="21"/>
              </w:rPr>
              <w:t>存档。</w:t>
            </w:r>
          </w:p>
        </w:tc>
      </w:tr>
    </w:tbl>
    <w:p w:rsidR="00071A75" w:rsidRPr="00AA1F52" w:rsidRDefault="00071A75" w:rsidP="00AA1F52">
      <w:pPr>
        <w:ind w:firstLineChars="100" w:firstLine="210"/>
        <w:rPr>
          <w:rFonts w:ascii="宋体" w:hAnsi="宋体"/>
          <w:sz w:val="24"/>
        </w:rPr>
      </w:pPr>
      <w:r>
        <w:rPr>
          <w:rFonts w:hint="eastAsia"/>
        </w:rPr>
        <w:t>归档时间：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日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归档负责人：</w:t>
      </w:r>
      <w:r>
        <w:rPr>
          <w:rFonts w:hint="eastAsia"/>
          <w:u w:val="single"/>
        </w:rPr>
        <w:t xml:space="preserve">       </w:t>
      </w:r>
    </w:p>
    <w:tbl>
      <w:tblPr>
        <w:tblpPr w:leftFromText="180" w:rightFromText="180" w:vertAnchor="page" w:horzAnchor="margin" w:tblpY="17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6"/>
        <w:gridCol w:w="4950"/>
      </w:tblGrid>
      <w:tr w:rsidR="006F1184" w:rsidTr="003A5B37">
        <w:trPr>
          <w:cantSplit/>
          <w:trHeight w:val="5407"/>
        </w:trPr>
        <w:tc>
          <w:tcPr>
            <w:tcW w:w="4656" w:type="dxa"/>
          </w:tcPr>
          <w:p w:rsidR="006F1184" w:rsidRDefault="006F1184" w:rsidP="00071A7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lastRenderedPageBreak/>
              <w:br w:type="page"/>
            </w:r>
            <w:r>
              <w:rPr>
                <w:rFonts w:ascii="宋体" w:hAnsi="宋体" w:hint="eastAsia"/>
                <w:szCs w:val="21"/>
              </w:rPr>
              <w:t>资产与后勤管理部意见：</w:t>
            </w:r>
          </w:p>
          <w:p w:rsidR="006F1184" w:rsidRDefault="006F1184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6F1184" w:rsidRDefault="006F1184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6F1184" w:rsidRDefault="006F1184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6F1184" w:rsidRDefault="006F1184" w:rsidP="00071A75">
            <w:pPr>
              <w:spacing w:line="440" w:lineRule="exact"/>
              <w:rPr>
                <w:rFonts w:ascii="宋体" w:hAnsi="宋体" w:hint="eastAsia"/>
                <w:szCs w:val="21"/>
              </w:rPr>
            </w:pPr>
          </w:p>
          <w:p w:rsidR="008C0210" w:rsidRDefault="008C0210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8C0210" w:rsidRDefault="006F1184" w:rsidP="00071A75">
            <w:pPr>
              <w:spacing w:line="4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</w:t>
            </w:r>
            <w:r w:rsidR="008C0210">
              <w:rPr>
                <w:rFonts w:ascii="宋体" w:hAnsi="宋体" w:hint="eastAsia"/>
                <w:szCs w:val="21"/>
              </w:rPr>
              <w:t xml:space="preserve">          审核人签名：</w:t>
            </w:r>
          </w:p>
          <w:p w:rsidR="006F1184" w:rsidRDefault="006F1184" w:rsidP="008C0210">
            <w:pPr>
              <w:spacing w:line="440" w:lineRule="exact"/>
              <w:ind w:firstLineChars="1050" w:firstLine="22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日期：</w:t>
            </w:r>
          </w:p>
        </w:tc>
        <w:tc>
          <w:tcPr>
            <w:tcW w:w="4950" w:type="dxa"/>
          </w:tcPr>
          <w:p w:rsidR="006F1184" w:rsidRDefault="006F1184" w:rsidP="00071A7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费用交纳情况：</w:t>
            </w:r>
          </w:p>
          <w:p w:rsidR="006F1184" w:rsidRDefault="006F1184" w:rsidP="00071A7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装修押金（业主）：</w:t>
            </w:r>
            <w:r w:rsidR="008C0210">
              <w:rPr>
                <w:rFonts w:ascii="宋体" w:hAnsi="宋体" w:hint="eastAsia"/>
                <w:szCs w:val="21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szCs w:val="21"/>
              </w:rPr>
              <w:t>元（￥</w:t>
            </w:r>
            <w:r w:rsidR="008C0210">
              <w:rPr>
                <w:rFonts w:ascii="宋体" w:hAnsi="宋体" w:hint="eastAsia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>.00）</w:t>
            </w:r>
          </w:p>
          <w:p w:rsidR="006F1184" w:rsidRDefault="006F1184" w:rsidP="00071A7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建筑垃圾清运费：</w:t>
            </w:r>
            <w:r w:rsidR="008C0210">
              <w:rPr>
                <w:rFonts w:ascii="宋体" w:hAnsi="宋体" w:hint="eastAsia"/>
                <w:szCs w:val="21"/>
              </w:rPr>
              <w:t xml:space="preserve"> </w:t>
            </w:r>
            <w:r w:rsidR="008C0210" w:rsidRPr="008C0210">
              <w:rPr>
                <w:rFonts w:ascii="宋体" w:hAnsi="宋体" w:hint="eastAsia"/>
                <w:szCs w:val="21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szCs w:val="21"/>
              </w:rPr>
              <w:t>元（￥</w:t>
            </w:r>
            <w:r w:rsidR="008C0210">
              <w:rPr>
                <w:rFonts w:ascii="宋体" w:hAnsi="宋体" w:hint="eastAsia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>.00）</w:t>
            </w:r>
          </w:p>
          <w:p w:rsidR="006F1184" w:rsidRDefault="006F1184" w:rsidP="00071A7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费用总额：</w:t>
            </w:r>
            <w:r w:rsidR="008C0210">
              <w:rPr>
                <w:rFonts w:ascii="宋体" w:hAnsi="宋体" w:hint="eastAsia"/>
                <w:szCs w:val="21"/>
                <w:u w:val="single"/>
              </w:rPr>
              <w:t xml:space="preserve">                 </w:t>
            </w:r>
            <w:r>
              <w:rPr>
                <w:rFonts w:ascii="宋体" w:hAnsi="宋体" w:hint="eastAsia"/>
                <w:szCs w:val="21"/>
              </w:rPr>
              <w:t>元（￥</w:t>
            </w:r>
            <w:r w:rsidR="008C0210">
              <w:rPr>
                <w:rFonts w:ascii="宋体" w:hAnsi="宋体" w:hint="eastAsia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>.00）</w:t>
            </w:r>
          </w:p>
          <w:p w:rsidR="006F1184" w:rsidRDefault="006F1184" w:rsidP="00071A7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其它：</w:t>
            </w:r>
          </w:p>
          <w:p w:rsidR="006F1184" w:rsidRDefault="006F1184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8C0210" w:rsidRDefault="006F1184" w:rsidP="008C0210">
            <w:pPr>
              <w:wordWrap w:val="0"/>
              <w:spacing w:line="440" w:lineRule="exact"/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财务签名</w:t>
            </w:r>
            <w:r w:rsidR="008C0210">
              <w:rPr>
                <w:rFonts w:ascii="宋体" w:hAnsi="宋体" w:hint="eastAsia"/>
                <w:szCs w:val="21"/>
              </w:rPr>
              <w:t xml:space="preserve">：             </w:t>
            </w:r>
          </w:p>
          <w:p w:rsidR="006F1184" w:rsidRDefault="006F1184" w:rsidP="008C0210">
            <w:pPr>
              <w:wordWrap w:val="0"/>
              <w:spacing w:line="440" w:lineRule="exact"/>
              <w:jc w:val="righ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日期：</w:t>
            </w:r>
            <w:r w:rsidR="008C0210">
              <w:rPr>
                <w:rFonts w:ascii="宋体" w:hAnsi="宋体" w:hint="eastAsia"/>
                <w:szCs w:val="21"/>
              </w:rPr>
              <w:t xml:space="preserve">             </w:t>
            </w:r>
          </w:p>
        </w:tc>
      </w:tr>
      <w:tr w:rsidR="00071A75" w:rsidTr="00062533">
        <w:trPr>
          <w:trHeight w:val="1130"/>
        </w:trPr>
        <w:tc>
          <w:tcPr>
            <w:tcW w:w="4656" w:type="dxa"/>
          </w:tcPr>
          <w:p w:rsidR="00071A75" w:rsidRDefault="00071A75" w:rsidP="00071A7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违规装修记录：</w:t>
            </w:r>
          </w:p>
          <w:p w:rsidR="00071A75" w:rsidRDefault="00071A75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071A75" w:rsidRDefault="00071A75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950" w:type="dxa"/>
          </w:tcPr>
          <w:p w:rsidR="00071A75" w:rsidRDefault="00071A75" w:rsidP="00071A7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违规装修处理结果：</w:t>
            </w:r>
          </w:p>
        </w:tc>
      </w:tr>
      <w:tr w:rsidR="00071A75" w:rsidTr="00062533">
        <w:trPr>
          <w:trHeight w:val="1869"/>
        </w:trPr>
        <w:tc>
          <w:tcPr>
            <w:tcW w:w="9606" w:type="dxa"/>
            <w:gridSpan w:val="2"/>
          </w:tcPr>
          <w:p w:rsidR="00071A75" w:rsidRDefault="00071A75" w:rsidP="00071A7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完工验收记录意见：</w:t>
            </w:r>
          </w:p>
          <w:p w:rsidR="00071A75" w:rsidRDefault="00071A75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5B4083" w:rsidRDefault="005B4083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5B4083" w:rsidRDefault="005B4083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5B4083" w:rsidRDefault="005B4083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5B4083" w:rsidRDefault="00CF7EB8" w:rsidP="005B4083">
            <w:pPr>
              <w:wordWrap w:val="0"/>
              <w:spacing w:line="44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资产与后勤管理部</w:t>
            </w:r>
            <w:r w:rsidR="00071A75">
              <w:rPr>
                <w:rFonts w:ascii="宋体" w:hAnsi="宋体" w:hint="eastAsia"/>
                <w:szCs w:val="21"/>
              </w:rPr>
              <w:t>签名</w:t>
            </w:r>
            <w:r w:rsidR="005B4083">
              <w:rPr>
                <w:rFonts w:ascii="宋体" w:hAnsi="宋体" w:hint="eastAsia"/>
                <w:szCs w:val="21"/>
              </w:rPr>
              <w:t xml:space="preserve">：                </w:t>
            </w:r>
          </w:p>
          <w:p w:rsidR="00CF7EB8" w:rsidRDefault="005B4083" w:rsidP="005B4083">
            <w:pPr>
              <w:wordWrap w:val="0"/>
              <w:spacing w:line="44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</w:t>
            </w:r>
            <w:r w:rsidR="00071A75">
              <w:rPr>
                <w:rFonts w:ascii="宋体" w:hAnsi="宋体" w:hint="eastAsia"/>
                <w:szCs w:val="21"/>
              </w:rPr>
              <w:t>期：</w:t>
            </w:r>
            <w:r>
              <w:rPr>
                <w:rFonts w:ascii="宋体" w:hAnsi="宋体" w:hint="eastAsia"/>
                <w:szCs w:val="21"/>
              </w:rPr>
              <w:t xml:space="preserve">                </w:t>
            </w:r>
          </w:p>
        </w:tc>
      </w:tr>
      <w:tr w:rsidR="00071A75" w:rsidTr="00062533">
        <w:trPr>
          <w:trHeight w:val="1909"/>
        </w:trPr>
        <w:tc>
          <w:tcPr>
            <w:tcW w:w="4656" w:type="dxa"/>
          </w:tcPr>
          <w:p w:rsidR="00071A75" w:rsidRDefault="00071A75" w:rsidP="00071A7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装修押金退扣情况：</w:t>
            </w:r>
          </w:p>
          <w:p w:rsidR="00AA1F52" w:rsidRDefault="00AA1F52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071A75" w:rsidRDefault="00071A75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AA1F52" w:rsidRDefault="00AA1F52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071A75" w:rsidRDefault="00CF7EB8" w:rsidP="00071A7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收款人签名</w:t>
            </w:r>
            <w:r w:rsidR="00071A75">
              <w:rPr>
                <w:rFonts w:ascii="宋体" w:hAnsi="宋体" w:hint="eastAsia"/>
                <w:szCs w:val="21"/>
              </w:rPr>
              <w:t>/日期：</w:t>
            </w:r>
          </w:p>
          <w:p w:rsidR="00AA1F52" w:rsidRDefault="00AA1F52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950" w:type="dxa"/>
          </w:tcPr>
          <w:p w:rsidR="00071A75" w:rsidRDefault="00071A75" w:rsidP="00071A7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施工保证金退扣情况：</w:t>
            </w:r>
          </w:p>
          <w:p w:rsidR="00071A75" w:rsidRDefault="00071A75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AA1F52" w:rsidRDefault="00AA1F52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AA1F52" w:rsidRDefault="00AA1F52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071A75" w:rsidRDefault="00071A75" w:rsidP="00071A7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收款人签名/日期：</w:t>
            </w:r>
          </w:p>
          <w:p w:rsidR="00AA1F52" w:rsidRDefault="00AA1F52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071A75" w:rsidTr="00062533">
        <w:trPr>
          <w:trHeight w:val="826"/>
        </w:trPr>
        <w:tc>
          <w:tcPr>
            <w:tcW w:w="9606" w:type="dxa"/>
            <w:gridSpan w:val="2"/>
          </w:tcPr>
          <w:p w:rsidR="00071A75" w:rsidRDefault="00071A75" w:rsidP="00071A7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备注：</w:t>
            </w:r>
          </w:p>
          <w:p w:rsidR="00071A75" w:rsidRDefault="00071A75" w:rsidP="00071A75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</w:tbl>
    <w:p w:rsidR="00A85E29" w:rsidRDefault="00A85E29" w:rsidP="00CF7EB8"/>
    <w:sectPr w:rsidR="00A85E29" w:rsidSect="00071A75">
      <w:footerReference w:type="default" r:id="rId7"/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C83" w:rsidRDefault="004D2C83" w:rsidP="00CF7EB8">
      <w:r>
        <w:separator/>
      </w:r>
    </w:p>
  </w:endnote>
  <w:endnote w:type="continuationSeparator" w:id="1">
    <w:p w:rsidR="004D2C83" w:rsidRDefault="004D2C83" w:rsidP="00CF7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EB8" w:rsidRDefault="00CF7EB8">
    <w:pPr>
      <w:pStyle w:val="a5"/>
      <w:jc w:val="center"/>
    </w:pPr>
    <w:r>
      <w:rPr>
        <w:lang w:val="zh-CN"/>
      </w:rPr>
      <w:t xml:space="preserve"> </w:t>
    </w:r>
    <w:r w:rsidR="00DB4CA5">
      <w:rPr>
        <w:b/>
        <w:sz w:val="24"/>
        <w:szCs w:val="24"/>
      </w:rPr>
      <w:fldChar w:fldCharType="begin"/>
    </w:r>
    <w:r>
      <w:rPr>
        <w:b/>
      </w:rPr>
      <w:instrText>PAGE</w:instrText>
    </w:r>
    <w:r w:rsidR="00DB4CA5">
      <w:rPr>
        <w:b/>
        <w:sz w:val="24"/>
        <w:szCs w:val="24"/>
      </w:rPr>
      <w:fldChar w:fldCharType="separate"/>
    </w:r>
    <w:r w:rsidR="008C0210">
      <w:rPr>
        <w:b/>
        <w:noProof/>
      </w:rPr>
      <w:t>1</w:t>
    </w:r>
    <w:r w:rsidR="00DB4CA5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DB4CA5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DB4CA5">
      <w:rPr>
        <w:b/>
        <w:sz w:val="24"/>
        <w:szCs w:val="24"/>
      </w:rPr>
      <w:fldChar w:fldCharType="separate"/>
    </w:r>
    <w:r w:rsidR="008C0210">
      <w:rPr>
        <w:b/>
        <w:noProof/>
      </w:rPr>
      <w:t>2</w:t>
    </w:r>
    <w:r w:rsidR="00DB4CA5">
      <w:rPr>
        <w:b/>
        <w:sz w:val="24"/>
        <w:szCs w:val="24"/>
      </w:rPr>
      <w:fldChar w:fldCharType="end"/>
    </w:r>
  </w:p>
  <w:p w:rsidR="00CF7EB8" w:rsidRDefault="00CF7E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C83" w:rsidRDefault="004D2C83" w:rsidP="00CF7EB8">
      <w:r>
        <w:separator/>
      </w:r>
    </w:p>
  </w:footnote>
  <w:footnote w:type="continuationSeparator" w:id="1">
    <w:p w:rsidR="004D2C83" w:rsidRDefault="004D2C83" w:rsidP="00CF7E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11B3C"/>
    <w:multiLevelType w:val="hybridMultilevel"/>
    <w:tmpl w:val="4746D8C8"/>
    <w:lvl w:ilvl="0" w:tplc="C1A697A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A05764D"/>
    <w:multiLevelType w:val="singleLevel"/>
    <w:tmpl w:val="78D03AA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695"/>
    <w:rsid w:val="00014982"/>
    <w:rsid w:val="000428C6"/>
    <w:rsid w:val="00062533"/>
    <w:rsid w:val="00071A75"/>
    <w:rsid w:val="000B7FAF"/>
    <w:rsid w:val="000E38AE"/>
    <w:rsid w:val="000E4195"/>
    <w:rsid w:val="00160C07"/>
    <w:rsid w:val="00162EB4"/>
    <w:rsid w:val="0016726C"/>
    <w:rsid w:val="00175A5A"/>
    <w:rsid w:val="00185F66"/>
    <w:rsid w:val="00194DEC"/>
    <w:rsid w:val="001E28C5"/>
    <w:rsid w:val="002071A4"/>
    <w:rsid w:val="00213F07"/>
    <w:rsid w:val="0021793A"/>
    <w:rsid w:val="00254323"/>
    <w:rsid w:val="00273C20"/>
    <w:rsid w:val="002910D7"/>
    <w:rsid w:val="002939A8"/>
    <w:rsid w:val="002956FA"/>
    <w:rsid w:val="002A6CF5"/>
    <w:rsid w:val="002A797A"/>
    <w:rsid w:val="002C08F4"/>
    <w:rsid w:val="002E2289"/>
    <w:rsid w:val="00324926"/>
    <w:rsid w:val="00386360"/>
    <w:rsid w:val="003A7921"/>
    <w:rsid w:val="003C557E"/>
    <w:rsid w:val="003E2425"/>
    <w:rsid w:val="003E266B"/>
    <w:rsid w:val="003E493D"/>
    <w:rsid w:val="003F0FC3"/>
    <w:rsid w:val="004028FE"/>
    <w:rsid w:val="0047230D"/>
    <w:rsid w:val="00485DB4"/>
    <w:rsid w:val="00493C1D"/>
    <w:rsid w:val="004B508C"/>
    <w:rsid w:val="004C03E0"/>
    <w:rsid w:val="004D2C83"/>
    <w:rsid w:val="0050564F"/>
    <w:rsid w:val="00511C2D"/>
    <w:rsid w:val="0053245C"/>
    <w:rsid w:val="00542A15"/>
    <w:rsid w:val="005B1038"/>
    <w:rsid w:val="005B4083"/>
    <w:rsid w:val="005E4008"/>
    <w:rsid w:val="005F7447"/>
    <w:rsid w:val="00604AE4"/>
    <w:rsid w:val="0062135C"/>
    <w:rsid w:val="006B1A3F"/>
    <w:rsid w:val="006F0F93"/>
    <w:rsid w:val="006F1184"/>
    <w:rsid w:val="006F7309"/>
    <w:rsid w:val="00705483"/>
    <w:rsid w:val="007231B8"/>
    <w:rsid w:val="00746B8E"/>
    <w:rsid w:val="007513E0"/>
    <w:rsid w:val="00771052"/>
    <w:rsid w:val="007A2EEA"/>
    <w:rsid w:val="007F6F9F"/>
    <w:rsid w:val="00814EFD"/>
    <w:rsid w:val="00875C42"/>
    <w:rsid w:val="00886F7D"/>
    <w:rsid w:val="008C0210"/>
    <w:rsid w:val="008C2B7C"/>
    <w:rsid w:val="008D0DA4"/>
    <w:rsid w:val="008E0E80"/>
    <w:rsid w:val="008F70E0"/>
    <w:rsid w:val="00910877"/>
    <w:rsid w:val="00952153"/>
    <w:rsid w:val="009C52F5"/>
    <w:rsid w:val="009E6B0C"/>
    <w:rsid w:val="00A13F0D"/>
    <w:rsid w:val="00A16779"/>
    <w:rsid w:val="00A82E01"/>
    <w:rsid w:val="00A85BAC"/>
    <w:rsid w:val="00A85E29"/>
    <w:rsid w:val="00AA1F52"/>
    <w:rsid w:val="00AB5748"/>
    <w:rsid w:val="00AF71F0"/>
    <w:rsid w:val="00B11C03"/>
    <w:rsid w:val="00B1487A"/>
    <w:rsid w:val="00BA2070"/>
    <w:rsid w:val="00BC58E3"/>
    <w:rsid w:val="00C02283"/>
    <w:rsid w:val="00C10B44"/>
    <w:rsid w:val="00C22164"/>
    <w:rsid w:val="00C22CF6"/>
    <w:rsid w:val="00C31FD1"/>
    <w:rsid w:val="00C4151E"/>
    <w:rsid w:val="00C44223"/>
    <w:rsid w:val="00C462CA"/>
    <w:rsid w:val="00C556D9"/>
    <w:rsid w:val="00C941AA"/>
    <w:rsid w:val="00CD4695"/>
    <w:rsid w:val="00CF7EB8"/>
    <w:rsid w:val="00D83ADB"/>
    <w:rsid w:val="00D84553"/>
    <w:rsid w:val="00D973BF"/>
    <w:rsid w:val="00DA0438"/>
    <w:rsid w:val="00DB168D"/>
    <w:rsid w:val="00DB4CA5"/>
    <w:rsid w:val="00DF0C5B"/>
    <w:rsid w:val="00E12906"/>
    <w:rsid w:val="00E35845"/>
    <w:rsid w:val="00E96B2C"/>
    <w:rsid w:val="00EC7DB0"/>
    <w:rsid w:val="00F2344E"/>
    <w:rsid w:val="00F716B7"/>
    <w:rsid w:val="00FA56B4"/>
    <w:rsid w:val="00FD1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1A7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CF7E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071A7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电子编码"/>
    <w:basedOn w:val="a"/>
    <w:rsid w:val="00071A75"/>
    <w:pPr>
      <w:autoSpaceDE w:val="0"/>
      <w:autoSpaceDN w:val="0"/>
      <w:adjustRightInd w:val="0"/>
      <w:spacing w:before="170" w:after="170" w:line="360" w:lineRule="auto"/>
    </w:pPr>
    <w:rPr>
      <w:rFonts w:ascii="幼圆" w:eastAsia="幼圆"/>
      <w:b/>
      <w:bCs/>
      <w:color w:val="000000"/>
      <w:kern w:val="0"/>
      <w:sz w:val="22"/>
      <w:szCs w:val="20"/>
    </w:rPr>
  </w:style>
  <w:style w:type="character" w:customStyle="1" w:styleId="1Char">
    <w:name w:val="标题 1 Char"/>
    <w:basedOn w:val="a0"/>
    <w:link w:val="1"/>
    <w:rsid w:val="00CF7EB8"/>
    <w:rPr>
      <w:b/>
      <w:bCs/>
      <w:kern w:val="44"/>
      <w:sz w:val="44"/>
      <w:szCs w:val="44"/>
    </w:rPr>
  </w:style>
  <w:style w:type="paragraph" w:styleId="a4">
    <w:name w:val="header"/>
    <w:basedOn w:val="a"/>
    <w:link w:val="Char"/>
    <w:rsid w:val="00CF7E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F7EB8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CF7E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F7EB8"/>
    <w:rPr>
      <w:kern w:val="2"/>
      <w:sz w:val="18"/>
      <w:szCs w:val="18"/>
    </w:rPr>
  </w:style>
  <w:style w:type="paragraph" w:styleId="a6">
    <w:name w:val="Balloon Text"/>
    <w:basedOn w:val="a"/>
    <w:link w:val="Char1"/>
    <w:rsid w:val="00C556D9"/>
    <w:rPr>
      <w:sz w:val="18"/>
      <w:szCs w:val="18"/>
    </w:rPr>
  </w:style>
  <w:style w:type="character" w:customStyle="1" w:styleId="Char1">
    <w:name w:val="批注框文本 Char"/>
    <w:basedOn w:val="a0"/>
    <w:link w:val="a6"/>
    <w:rsid w:val="00C556D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037;&#20316;\&#36164;&#20135;&#19982;&#21518;&#21220;&#31649;&#29702;&#37096;&#19982;&#20844;&#20849;&#37096;&#20998;\&#25945;&#24072;&#20844;&#23507;&#35013;&#20462;&#25163;&#32493;\&#25163;&#32493;&#21150;&#29702;\2-&#25151;&#23627;&#35013;&#20462;&#30003;&#35831;&#34920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2-房屋装修申请表.dotx</Template>
  <TotalTime>121</TotalTime>
  <Pages>2</Pages>
  <Words>136</Words>
  <Characters>779</Characters>
  <Application>Microsoft Office Word</Application>
  <DocSecurity>0</DocSecurity>
  <Lines>6</Lines>
  <Paragraphs>1</Paragraphs>
  <ScaleCrop>false</ScaleCrop>
  <Company>微软中国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房屋装修申请表</dc:title>
  <dc:subject/>
  <dc:creator>成林</dc:creator>
  <cp:keywords/>
  <dc:description/>
  <cp:lastModifiedBy>成林</cp:lastModifiedBy>
  <cp:revision>32</cp:revision>
  <cp:lastPrinted>2014-08-25T02:50:00Z</cp:lastPrinted>
  <dcterms:created xsi:type="dcterms:W3CDTF">2013-08-01T01:57:00Z</dcterms:created>
  <dcterms:modified xsi:type="dcterms:W3CDTF">2014-10-17T00:57:00Z</dcterms:modified>
</cp:coreProperties>
</file>